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992" w:rsidRPr="009C70CB" w:rsidRDefault="003E7992" w:rsidP="009C70CB">
      <w:pPr>
        <w:jc w:val="center"/>
        <w:rPr>
          <w:rFonts w:ascii="Comic Sans MS" w:hAnsi="Comic Sans MS"/>
          <w:b/>
          <w:sz w:val="32"/>
          <w:szCs w:val="32"/>
        </w:rPr>
      </w:pPr>
      <w:r w:rsidRPr="009C70CB">
        <w:rPr>
          <w:rFonts w:ascii="Comic Sans MS" w:hAnsi="Comic Sans MS"/>
          <w:b/>
          <w:sz w:val="32"/>
          <w:szCs w:val="32"/>
        </w:rPr>
        <w:t>Study Guide- Foundations of American Government</w:t>
      </w:r>
    </w:p>
    <w:p w:rsidR="003E7992" w:rsidRDefault="003E7992" w:rsidP="009C70CB">
      <w:pPr>
        <w:spacing w:before="100" w:beforeAutospacing="1" w:after="0" w:line="240" w:lineRule="auto"/>
      </w:pPr>
      <w:r w:rsidRPr="009C70CB">
        <w:rPr>
          <w:b/>
        </w:rPr>
        <w:t>Who:</w:t>
      </w:r>
      <w:r>
        <w:t xml:space="preserve"> Mr. Fortmann’s American Issues Classes</w:t>
      </w:r>
    </w:p>
    <w:p w:rsidR="003E7992" w:rsidRDefault="003E7992" w:rsidP="009C70CB">
      <w:pPr>
        <w:spacing w:before="100" w:beforeAutospacing="1" w:after="0" w:line="240" w:lineRule="auto"/>
      </w:pPr>
      <w:r w:rsidRPr="009C70CB">
        <w:rPr>
          <w:b/>
        </w:rPr>
        <w:t>When:</w:t>
      </w:r>
      <w:r>
        <w:t xml:space="preserve"> Wednesday September 22, 2010</w:t>
      </w:r>
    </w:p>
    <w:p w:rsidR="003E7992" w:rsidRDefault="003E7992" w:rsidP="009C70CB">
      <w:pPr>
        <w:spacing w:before="100" w:beforeAutospacing="1" w:after="0" w:line="240" w:lineRule="auto"/>
      </w:pPr>
      <w:r w:rsidRPr="009C70CB">
        <w:rPr>
          <w:b/>
        </w:rPr>
        <w:t>Worth</w:t>
      </w:r>
      <w:r>
        <w:t>: 40 Points</w:t>
      </w:r>
    </w:p>
    <w:p w:rsidR="003E7992" w:rsidRDefault="003E7992" w:rsidP="009C70CB">
      <w:pPr>
        <w:spacing w:before="100" w:beforeAutospacing="1" w:after="0" w:line="240" w:lineRule="auto"/>
      </w:pPr>
      <w:r w:rsidRPr="009C70CB">
        <w:rPr>
          <w:b/>
        </w:rPr>
        <w:t>What</w:t>
      </w:r>
      <w:r>
        <w:t>: All material covered dealing with foundations of American Government</w:t>
      </w:r>
    </w:p>
    <w:p w:rsidR="003E7992" w:rsidRDefault="003E7992" w:rsidP="009C70CB">
      <w:pPr>
        <w:spacing w:before="100" w:beforeAutospacing="1" w:after="0" w:line="240" w:lineRule="auto"/>
      </w:pPr>
      <w:r w:rsidRPr="009C70CB">
        <w:rPr>
          <w:b/>
        </w:rPr>
        <w:t>Format:</w:t>
      </w:r>
      <w:r>
        <w:t xml:space="preserve"> Fill in, Matching, Short Answer, and Short Essay</w:t>
      </w:r>
    </w:p>
    <w:p w:rsidR="003E7992" w:rsidRDefault="003E7992" w:rsidP="009C70CB">
      <w:pPr>
        <w:spacing w:before="100" w:beforeAutospacing="1" w:after="0" w:line="240" w:lineRule="auto"/>
        <w:rPr>
          <w:b/>
        </w:rPr>
      </w:pPr>
      <w:r w:rsidRPr="009C70CB">
        <w:rPr>
          <w:b/>
        </w:rPr>
        <w:t>VOCABULARY:</w:t>
      </w:r>
      <w:r>
        <w:rPr>
          <w:b/>
        </w:rPr>
        <w:t xml:space="preserve"> Know these terms and be able to provide examples:</w:t>
      </w:r>
    </w:p>
    <w:p w:rsidR="003E7992" w:rsidRDefault="003E7992" w:rsidP="009C70CB">
      <w:pPr>
        <w:spacing w:before="100" w:beforeAutospacing="1" w:after="0" w:line="240" w:lineRule="auto"/>
      </w:pPr>
      <w:r>
        <w:t>Government, Politics, Federalism, Republic, Expressed Power, Reserved Power, Concurrent Power, Bicameral Legislature, judicial review, limited government, Separation of Powers, Checks and Balances.</w:t>
      </w:r>
    </w:p>
    <w:p w:rsidR="003E7992" w:rsidRPr="009C70CB" w:rsidRDefault="003E7992" w:rsidP="009C70CB">
      <w:pPr>
        <w:spacing w:before="100" w:beforeAutospacing="1" w:after="0" w:line="240" w:lineRule="auto"/>
        <w:rPr>
          <w:b/>
        </w:rPr>
      </w:pPr>
      <w:r w:rsidRPr="009C70CB">
        <w:rPr>
          <w:b/>
        </w:rPr>
        <w:t>Characteristics of American Democracy: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72"/>
        <w:gridCol w:w="3672"/>
        <w:gridCol w:w="3672"/>
      </w:tblGrid>
      <w:tr w:rsidR="003E7992" w:rsidRPr="002C3E64" w:rsidTr="002C3E64"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  <w:r w:rsidRPr="002C3E64">
              <w:rPr>
                <w:b/>
              </w:rPr>
              <w:t>Name of Characteristic:</w:t>
            </w: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  <w:r w:rsidRPr="002C3E64">
              <w:rPr>
                <w:b/>
              </w:rPr>
              <w:t>Where idea is taken from:</w:t>
            </w: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  <w:r w:rsidRPr="002C3E64">
              <w:rPr>
                <w:b/>
              </w:rPr>
              <w:t>How applied in American Government:</w:t>
            </w:r>
          </w:p>
        </w:tc>
      </w:tr>
      <w:tr w:rsidR="003E7992" w:rsidRPr="002C3E64" w:rsidTr="002C3E64"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  <w:r w:rsidRPr="002C3E64">
              <w:rPr>
                <w:b/>
              </w:rPr>
              <w:t>Equality</w:t>
            </w:r>
          </w:p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</w:p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</w:p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</w:tc>
      </w:tr>
      <w:tr w:rsidR="003E7992" w:rsidRPr="002C3E64" w:rsidTr="002C3E64"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  <w:r w:rsidRPr="002C3E64">
              <w:rPr>
                <w:b/>
              </w:rPr>
              <w:t>Popular Sovereignty</w:t>
            </w: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</w:tc>
      </w:tr>
      <w:tr w:rsidR="003E7992" w:rsidRPr="002C3E64" w:rsidTr="002C3E64"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  <w:r w:rsidRPr="002C3E64">
              <w:rPr>
                <w:b/>
              </w:rPr>
              <w:t>Rule of Law</w:t>
            </w: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</w:tc>
      </w:tr>
      <w:tr w:rsidR="003E7992" w:rsidRPr="002C3E64" w:rsidTr="002C3E64"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  <w:rPr>
                <w:b/>
              </w:rPr>
            </w:pPr>
            <w:r w:rsidRPr="002C3E64">
              <w:rPr>
                <w:b/>
              </w:rPr>
              <w:t>Individual liberty</w:t>
            </w: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  <w:p w:rsidR="003E7992" w:rsidRPr="002C3E64" w:rsidRDefault="003E7992" w:rsidP="002C3E64">
            <w:pPr>
              <w:spacing w:after="0" w:line="240" w:lineRule="auto"/>
            </w:pPr>
          </w:p>
        </w:tc>
        <w:tc>
          <w:tcPr>
            <w:tcW w:w="3672" w:type="dxa"/>
          </w:tcPr>
          <w:p w:rsidR="003E7992" w:rsidRPr="002C3E64" w:rsidRDefault="003E7992" w:rsidP="002C3E64">
            <w:pPr>
              <w:spacing w:after="0" w:line="240" w:lineRule="auto"/>
            </w:pPr>
          </w:p>
        </w:tc>
      </w:tr>
    </w:tbl>
    <w:p w:rsidR="003E7992" w:rsidRDefault="003E7992" w:rsidP="009C70CB">
      <w:pPr>
        <w:spacing w:before="100" w:beforeAutospacing="1" w:after="0" w:line="240" w:lineRule="auto"/>
      </w:pPr>
    </w:p>
    <w:p w:rsidR="003E7992" w:rsidRDefault="003E7992" w:rsidP="009C70CB">
      <w:pPr>
        <w:spacing w:before="100" w:beforeAutospacing="1" w:after="0" w:line="240" w:lineRule="auto"/>
      </w:pPr>
      <w:r w:rsidRPr="00B230A7">
        <w:rPr>
          <w:b/>
        </w:rPr>
        <w:t>Authoritarian vs. Non-Authoritarian forms of Government</w:t>
      </w:r>
      <w:r>
        <w:t>-</w:t>
      </w:r>
    </w:p>
    <w:p w:rsidR="003E7992" w:rsidRDefault="003E7992" w:rsidP="009C70CB">
      <w:pPr>
        <w:pStyle w:val="ListParagraph"/>
        <w:numPr>
          <w:ilvl w:val="0"/>
          <w:numId w:val="1"/>
        </w:numPr>
        <w:spacing w:before="100" w:beforeAutospacing="1" w:after="0" w:line="240" w:lineRule="auto"/>
      </w:pPr>
      <w:r>
        <w:t>What are they?</w:t>
      </w:r>
    </w:p>
    <w:p w:rsidR="003E7992" w:rsidRDefault="003E7992" w:rsidP="009C70CB">
      <w:pPr>
        <w:spacing w:before="100" w:beforeAutospacing="1" w:after="0" w:line="240" w:lineRule="auto"/>
      </w:pPr>
    </w:p>
    <w:p w:rsidR="003E7992" w:rsidRDefault="003E7992" w:rsidP="00B230A7">
      <w:pPr>
        <w:pStyle w:val="ListParagraph"/>
        <w:numPr>
          <w:ilvl w:val="0"/>
          <w:numId w:val="1"/>
        </w:numPr>
        <w:spacing w:before="100" w:beforeAutospacing="1" w:after="0" w:line="240" w:lineRule="auto"/>
      </w:pPr>
      <w:r>
        <w:t>Give examples of types in each category:</w:t>
      </w:r>
    </w:p>
    <w:p w:rsidR="003E7992" w:rsidRDefault="003E7992" w:rsidP="00B230A7">
      <w:pPr>
        <w:pStyle w:val="ListParagraph"/>
      </w:pPr>
    </w:p>
    <w:p w:rsidR="003E7992" w:rsidRDefault="003E7992" w:rsidP="00B230A7">
      <w:pPr>
        <w:pStyle w:val="ListParagraph"/>
        <w:spacing w:before="100" w:beforeAutospacing="1" w:after="0" w:line="240" w:lineRule="auto"/>
        <w:ind w:left="1080"/>
      </w:pPr>
    </w:p>
    <w:p w:rsidR="003E7992" w:rsidRDefault="003E7992" w:rsidP="00B230A7">
      <w:pPr>
        <w:pStyle w:val="ListParagraph"/>
        <w:spacing w:before="100" w:beforeAutospacing="1" w:after="0" w:line="240" w:lineRule="auto"/>
        <w:ind w:left="1080"/>
      </w:pPr>
    </w:p>
    <w:p w:rsidR="003E7992" w:rsidRDefault="003E7992" w:rsidP="00B230A7">
      <w:pPr>
        <w:pStyle w:val="ListParagraph"/>
        <w:spacing w:before="100" w:beforeAutospacing="1" w:after="0" w:line="240" w:lineRule="auto"/>
        <w:ind w:left="1080"/>
      </w:pPr>
    </w:p>
    <w:p w:rsidR="003E7992" w:rsidRDefault="003E7992" w:rsidP="00B230A7">
      <w:pPr>
        <w:pStyle w:val="ListParagraph"/>
        <w:spacing w:before="100" w:beforeAutospacing="1" w:after="0" w:line="240" w:lineRule="auto"/>
        <w:ind w:left="0"/>
        <w:rPr>
          <w:b/>
        </w:rPr>
      </w:pPr>
      <w:r w:rsidRPr="00B230A7">
        <w:rPr>
          <w:b/>
        </w:rPr>
        <w:t>Federalism-</w:t>
      </w:r>
    </w:p>
    <w:p w:rsidR="003E7992" w:rsidRDefault="003E7992" w:rsidP="00B230A7">
      <w:pPr>
        <w:pStyle w:val="ListParagraph"/>
        <w:spacing w:before="100" w:beforeAutospacing="1" w:after="0" w:line="240" w:lineRule="auto"/>
        <w:ind w:left="0"/>
      </w:pPr>
      <w:r>
        <w:rPr>
          <w:b/>
        </w:rPr>
        <w:tab/>
      </w:r>
    </w:p>
    <w:p w:rsidR="003E7992" w:rsidRDefault="003E7992" w:rsidP="00B230A7">
      <w:pPr>
        <w:pStyle w:val="ListParagraph"/>
        <w:numPr>
          <w:ilvl w:val="0"/>
          <w:numId w:val="1"/>
        </w:numPr>
        <w:spacing w:before="100" w:beforeAutospacing="1" w:after="0" w:line="240" w:lineRule="auto"/>
      </w:pPr>
      <w:r>
        <w:t>What is it?</w:t>
      </w:r>
    </w:p>
    <w:p w:rsidR="003E7992" w:rsidRDefault="003E7992" w:rsidP="00B230A7">
      <w:pPr>
        <w:spacing w:before="100" w:beforeAutospacing="1" w:after="0" w:line="240" w:lineRule="auto"/>
      </w:pPr>
      <w:r>
        <w:tab/>
        <w:t>4.     What are the 3 types of powers discussed in Constitution and how do they relate to each other.</w:t>
      </w:r>
    </w:p>
    <w:p w:rsidR="003E7992" w:rsidRDefault="003E7992" w:rsidP="00B230A7"/>
    <w:p w:rsidR="003E7992" w:rsidRDefault="003E7992" w:rsidP="00B230A7">
      <w:r>
        <w:tab/>
        <w:t>5.  Look at “I GOT THE POWER VENN DIAGRAM” WORKSHEETS</w:t>
      </w:r>
    </w:p>
    <w:p w:rsidR="003E7992" w:rsidRDefault="003E7992" w:rsidP="00B230A7"/>
    <w:p w:rsidR="003E7992" w:rsidRPr="00B230A7" w:rsidRDefault="003E7992" w:rsidP="00B230A7">
      <w:pPr>
        <w:rPr>
          <w:b/>
        </w:rPr>
      </w:pPr>
      <w:r w:rsidRPr="00B230A7">
        <w:rPr>
          <w:b/>
        </w:rPr>
        <w:t>Separation of Powers-</w:t>
      </w:r>
    </w:p>
    <w:p w:rsidR="003E7992" w:rsidRDefault="003E7992" w:rsidP="00B230A7">
      <w:r>
        <w:tab/>
        <w:t>6. How does it split up power of the Federal Government?</w:t>
      </w:r>
    </w:p>
    <w:p w:rsidR="003E7992" w:rsidRDefault="003E7992" w:rsidP="00B230A7"/>
    <w:p w:rsidR="003E7992" w:rsidRDefault="003E7992" w:rsidP="00B230A7">
      <w:r>
        <w:tab/>
        <w:t>7.  What are the 3 branches?</w:t>
      </w:r>
    </w:p>
    <w:p w:rsidR="003E7992" w:rsidRDefault="003E7992" w:rsidP="00B230A7"/>
    <w:p w:rsidR="003E7992" w:rsidRDefault="003E7992" w:rsidP="00B230A7">
      <w:r>
        <w:tab/>
        <w:t>8. What group or person heads each branch of the federal government?</w:t>
      </w:r>
    </w:p>
    <w:p w:rsidR="003E7992" w:rsidRDefault="003E7992" w:rsidP="00B230A7"/>
    <w:p w:rsidR="003E7992" w:rsidRDefault="003E7992" w:rsidP="00B230A7">
      <w:r>
        <w:tab/>
        <w:t xml:space="preserve">9. What does each of these branches do? </w:t>
      </w:r>
    </w:p>
    <w:p w:rsidR="003E7992" w:rsidRDefault="003E7992" w:rsidP="00B230A7"/>
    <w:p w:rsidR="003E7992" w:rsidRPr="00D61C19" w:rsidRDefault="003E7992" w:rsidP="00B230A7">
      <w:pPr>
        <w:rPr>
          <w:b/>
        </w:rPr>
      </w:pPr>
      <w:r w:rsidRPr="00D61C19">
        <w:rPr>
          <w:b/>
        </w:rPr>
        <w:t>Characteristics of the 3 Branches of Government-</w:t>
      </w:r>
    </w:p>
    <w:p w:rsidR="003E7992" w:rsidRDefault="003E7992" w:rsidP="00B230A7">
      <w:r>
        <w:tab/>
        <w:t>10. What are the powers of each?</w:t>
      </w:r>
    </w:p>
    <w:p w:rsidR="003E7992" w:rsidRDefault="003E7992" w:rsidP="00B230A7"/>
    <w:p w:rsidR="003E7992" w:rsidRDefault="003E7992" w:rsidP="00B230A7">
      <w:r>
        <w:tab/>
        <w:t>11. What are the Terms and Qualifications of each?</w:t>
      </w:r>
    </w:p>
    <w:p w:rsidR="003E7992" w:rsidRDefault="003E7992" w:rsidP="00B230A7"/>
    <w:p w:rsidR="003E7992" w:rsidRDefault="003E7992" w:rsidP="00B230A7">
      <w:r>
        <w:tab/>
        <w:t>12. How are they chosen?</w:t>
      </w:r>
    </w:p>
    <w:p w:rsidR="003E7992" w:rsidRDefault="003E7992" w:rsidP="00B230A7"/>
    <w:p w:rsidR="003E7992" w:rsidRDefault="003E7992" w:rsidP="00B230A7">
      <w:r>
        <w:tab/>
        <w:t>13. Which branch was set up by the founding fathers to have most power originally? Why?</w:t>
      </w:r>
    </w:p>
    <w:p w:rsidR="003E7992" w:rsidRDefault="003E7992" w:rsidP="00B230A7"/>
    <w:p w:rsidR="003E7992" w:rsidRDefault="003E7992" w:rsidP="00B230A7"/>
    <w:p w:rsidR="003E7992" w:rsidRPr="00D61C19" w:rsidRDefault="003E7992" w:rsidP="00B230A7">
      <w:pPr>
        <w:rPr>
          <w:b/>
        </w:rPr>
      </w:pPr>
      <w:r w:rsidRPr="00D61C19">
        <w:rPr>
          <w:b/>
        </w:rPr>
        <w:t>Splitting up of Government Power-</w:t>
      </w:r>
    </w:p>
    <w:p w:rsidR="003E7992" w:rsidRPr="00B230A7" w:rsidRDefault="003E7992" w:rsidP="00B230A7">
      <w:r>
        <w:tab/>
        <w:t>14. Why and How did they do this?</w:t>
      </w:r>
    </w:p>
    <w:sectPr w:rsidR="003E7992" w:rsidRPr="00B230A7" w:rsidSect="009C70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7992" w:rsidRDefault="003E7992" w:rsidP="009C70CB">
      <w:pPr>
        <w:spacing w:after="0" w:line="240" w:lineRule="auto"/>
      </w:pPr>
      <w:r>
        <w:separator/>
      </w:r>
    </w:p>
  </w:endnote>
  <w:endnote w:type="continuationSeparator" w:id="0">
    <w:p w:rsidR="003E7992" w:rsidRDefault="003E7992" w:rsidP="009C7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92" w:rsidRDefault="003E799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92" w:rsidRDefault="003E799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92" w:rsidRDefault="003E79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7992" w:rsidRDefault="003E7992" w:rsidP="009C70CB">
      <w:pPr>
        <w:spacing w:after="0" w:line="240" w:lineRule="auto"/>
      </w:pPr>
      <w:r>
        <w:separator/>
      </w:r>
    </w:p>
  </w:footnote>
  <w:footnote w:type="continuationSeparator" w:id="0">
    <w:p w:rsidR="003E7992" w:rsidRDefault="003E7992" w:rsidP="009C7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92" w:rsidRDefault="003E799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92" w:rsidRDefault="003E799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57476642" o:spid="_x0000_s2049" type="#_x0000_t136" style="position:absolute;margin-left:0;margin-top:0;width:527.85pt;height:131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992" w:rsidRDefault="003E799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A7693"/>
    <w:multiLevelType w:val="hybridMultilevel"/>
    <w:tmpl w:val="AB0801B0"/>
    <w:lvl w:ilvl="0" w:tplc="F1BC4AB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70CB"/>
    <w:rsid w:val="000379B7"/>
    <w:rsid w:val="001E7330"/>
    <w:rsid w:val="002C3E64"/>
    <w:rsid w:val="003E7992"/>
    <w:rsid w:val="00857FB4"/>
    <w:rsid w:val="008B7E21"/>
    <w:rsid w:val="008C2F3A"/>
    <w:rsid w:val="009C70CB"/>
    <w:rsid w:val="00B230A7"/>
    <w:rsid w:val="00D6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33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C7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C70C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C7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70CB"/>
    <w:rPr>
      <w:rFonts w:cs="Times New Roman"/>
    </w:rPr>
  </w:style>
  <w:style w:type="table" w:styleId="TableGrid">
    <w:name w:val="Table Grid"/>
    <w:basedOn w:val="TableNormal"/>
    <w:uiPriority w:val="99"/>
    <w:rsid w:val="009C70C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C70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238</Words>
  <Characters>1363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Guide- Foundations of American Government</dc:title>
  <dc:subject/>
  <dc:creator>Sean Fortmann</dc:creator>
  <cp:keywords/>
  <dc:description/>
  <cp:lastModifiedBy>MNS</cp:lastModifiedBy>
  <cp:revision>2</cp:revision>
  <dcterms:created xsi:type="dcterms:W3CDTF">2010-09-20T17:33:00Z</dcterms:created>
  <dcterms:modified xsi:type="dcterms:W3CDTF">2010-09-20T17:33:00Z</dcterms:modified>
</cp:coreProperties>
</file>